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72BE0DE" w14:textId="77777777" w:rsidTr="00EB4E9C">
        <w:tc>
          <w:tcPr>
            <w:tcW w:w="6522" w:type="dxa"/>
          </w:tcPr>
          <w:p w14:paraId="639D0250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A864475" wp14:editId="4BFD1E8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96EB53F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6FD9254" w14:textId="77777777" w:rsidTr="00645CA8">
        <w:trPr>
          <w:trHeight w:val="219"/>
        </w:trPr>
        <w:tc>
          <w:tcPr>
            <w:tcW w:w="6522" w:type="dxa"/>
          </w:tcPr>
          <w:p w14:paraId="795E7A37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8837A74" w14:textId="77777777" w:rsidR="00DC3802" w:rsidRPr="00DA4973" w:rsidRDefault="00DC3802" w:rsidP="00DA4973"/>
        </w:tc>
      </w:tr>
    </w:tbl>
    <w:p w14:paraId="68E3605A" w14:textId="77777777" w:rsidR="00DC3802" w:rsidRDefault="00DC3802" w:rsidP="00DC3802"/>
    <w:p w14:paraId="75F4539B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6DDB899E" w14:textId="77777777" w:rsidTr="003E171B">
        <w:tc>
          <w:tcPr>
            <w:tcW w:w="6512" w:type="dxa"/>
          </w:tcPr>
          <w:p w14:paraId="39384544" w14:textId="77777777" w:rsidR="007F2E78" w:rsidRPr="002F53B6" w:rsidRDefault="007F2E78" w:rsidP="003E171B">
            <w:pPr>
              <w:pStyle w:val="Sessiontc"/>
              <w:spacing w:line="240" w:lineRule="auto"/>
            </w:pPr>
            <w:r w:rsidRPr="002F53B6">
              <w:t>Council</w:t>
            </w:r>
          </w:p>
          <w:p w14:paraId="3EC6012B" w14:textId="77777777" w:rsidR="007F2E78" w:rsidRPr="002F53B6" w:rsidRDefault="007F2E78" w:rsidP="003E171B">
            <w:pPr>
              <w:pStyle w:val="Sessiontcplacedate"/>
            </w:pPr>
            <w:r w:rsidRPr="002F53B6">
              <w:t>Fifty-Eighth Ordinary Session</w:t>
            </w:r>
          </w:p>
          <w:p w14:paraId="4D27A2B1" w14:textId="77777777" w:rsidR="007F2E78" w:rsidRPr="002F53B6" w:rsidRDefault="007F2E78" w:rsidP="003E171B">
            <w:pPr>
              <w:pStyle w:val="Sessiontcplacedate"/>
              <w:rPr>
                <w:sz w:val="22"/>
              </w:rPr>
            </w:pPr>
            <w:r w:rsidRPr="002F53B6">
              <w:t>Geneva, October 25, 2024</w:t>
            </w:r>
          </w:p>
        </w:tc>
        <w:tc>
          <w:tcPr>
            <w:tcW w:w="3127" w:type="dxa"/>
          </w:tcPr>
          <w:p w14:paraId="04993280" w14:textId="1D976671" w:rsidR="007F2E78" w:rsidRPr="002F53B6" w:rsidRDefault="00461CD8" w:rsidP="003E171B">
            <w:pPr>
              <w:pStyle w:val="Doccode"/>
            </w:pPr>
            <w:r w:rsidRPr="002F53B6">
              <w:t>C/58/11</w:t>
            </w:r>
          </w:p>
          <w:p w14:paraId="043315F2" w14:textId="77777777" w:rsidR="007F2E78" w:rsidRPr="002F53B6" w:rsidRDefault="007F2E78" w:rsidP="003E171B">
            <w:pPr>
              <w:pStyle w:val="Docoriginal"/>
            </w:pPr>
            <w:r w:rsidRPr="002F53B6">
              <w:t>Original:</w:t>
            </w:r>
            <w:r w:rsidRPr="002F53B6">
              <w:rPr>
                <w:b w:val="0"/>
                <w:spacing w:val="0"/>
              </w:rPr>
              <w:t xml:space="preserve">  English</w:t>
            </w:r>
          </w:p>
          <w:p w14:paraId="36DD964B" w14:textId="58AD0F19" w:rsidR="007F2E78" w:rsidRPr="007C1D92" w:rsidRDefault="007F2E78" w:rsidP="003E171B">
            <w:pPr>
              <w:pStyle w:val="Docoriginal"/>
            </w:pPr>
            <w:r w:rsidRPr="002F53B6">
              <w:t>Date:</w:t>
            </w:r>
            <w:r w:rsidRPr="002F53B6">
              <w:rPr>
                <w:b w:val="0"/>
                <w:spacing w:val="0"/>
              </w:rPr>
              <w:t xml:space="preserve">  </w:t>
            </w:r>
            <w:r w:rsidR="004C350C" w:rsidRPr="002F53B6">
              <w:rPr>
                <w:b w:val="0"/>
                <w:spacing w:val="0"/>
              </w:rPr>
              <w:t>October</w:t>
            </w:r>
            <w:r w:rsidR="00D832BA" w:rsidRPr="002F53B6">
              <w:rPr>
                <w:b w:val="0"/>
                <w:spacing w:val="0"/>
              </w:rPr>
              <w:t xml:space="preserve"> </w:t>
            </w:r>
            <w:r w:rsidR="002F53B6" w:rsidRPr="002F53B6">
              <w:rPr>
                <w:b w:val="0"/>
                <w:spacing w:val="0"/>
              </w:rPr>
              <w:t>3</w:t>
            </w:r>
            <w:r w:rsidRPr="002F53B6">
              <w:rPr>
                <w:b w:val="0"/>
                <w:spacing w:val="0"/>
              </w:rPr>
              <w:t>, 2024</w:t>
            </w:r>
          </w:p>
        </w:tc>
      </w:tr>
    </w:tbl>
    <w:p w14:paraId="6E6C8748" w14:textId="33494D52" w:rsidR="00461CD8" w:rsidRDefault="00461CD8" w:rsidP="00461CD8">
      <w:pPr>
        <w:pStyle w:val="Titleofdoc0"/>
      </w:pPr>
      <w:r>
        <w:t>Arrears in contributions as of September 30, 2024</w:t>
      </w:r>
    </w:p>
    <w:p w14:paraId="548EBD4E" w14:textId="77777777" w:rsidR="00461CD8" w:rsidRPr="006A644A" w:rsidRDefault="00461CD8" w:rsidP="00461CD8">
      <w:pPr>
        <w:pStyle w:val="preparedby1"/>
        <w:jc w:val="left"/>
      </w:pPr>
      <w:r w:rsidRPr="000C4E25">
        <w:t>Document prepared by the Office of the Union</w:t>
      </w:r>
    </w:p>
    <w:p w14:paraId="030145C3" w14:textId="77777777" w:rsidR="00461CD8" w:rsidRPr="006A644A" w:rsidRDefault="00461CD8" w:rsidP="00461CD8">
      <w:pPr>
        <w:pStyle w:val="Disclaimer"/>
      </w:pPr>
      <w:r w:rsidRPr="006A644A">
        <w:t>Disclaimer:  this document does not represent UPOV policies or guidance</w:t>
      </w:r>
    </w:p>
    <w:p w14:paraId="309A0227" w14:textId="5B4D8D21" w:rsidR="00461CD8" w:rsidRDefault="00461CD8" w:rsidP="00461CD8">
      <w:r w:rsidRPr="0096669B">
        <w:fldChar w:fldCharType="begin"/>
      </w:r>
      <w:r w:rsidRPr="0096669B">
        <w:instrText xml:space="preserve"> AUTONUM  </w:instrText>
      </w:r>
      <w:r w:rsidRPr="0096669B">
        <w:fldChar w:fldCharType="end"/>
      </w:r>
      <w:r w:rsidRPr="0096669B">
        <w:tab/>
        <w:t xml:space="preserve">The following table shows the arrears in contributions participation as </w:t>
      </w:r>
      <w:proofErr w:type="gramStart"/>
      <w:r w:rsidRPr="000616F7">
        <w:t>at</w:t>
      </w:r>
      <w:proofErr w:type="gramEnd"/>
      <w:r w:rsidRPr="000616F7">
        <w:t xml:space="preserve"> </w:t>
      </w:r>
      <w:r w:rsidR="008D2127" w:rsidRPr="008D2127">
        <w:t xml:space="preserve">September </w:t>
      </w:r>
      <w:r w:rsidR="006B0CEB" w:rsidRPr="008D2127">
        <w:t>3</w:t>
      </w:r>
      <w:r w:rsidR="008D2127" w:rsidRPr="008D2127">
        <w:t>0</w:t>
      </w:r>
      <w:r w:rsidR="006B0CEB" w:rsidRPr="008D2127">
        <w:t>, 2024</w:t>
      </w:r>
      <w:r w:rsidR="00B81C18" w:rsidRPr="008D2127">
        <w:t>:</w:t>
      </w:r>
    </w:p>
    <w:p w14:paraId="1F515DD9" w14:textId="77777777" w:rsidR="00461CD8" w:rsidRDefault="00461CD8" w:rsidP="00461CD8"/>
    <w:tbl>
      <w:tblPr>
        <w:tblW w:w="9918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1063"/>
        <w:gridCol w:w="1063"/>
        <w:gridCol w:w="1134"/>
        <w:gridCol w:w="1418"/>
      </w:tblGrid>
      <w:tr w:rsidR="00461CD8" w:rsidRPr="00FA5C44" w14:paraId="39405740" w14:textId="77777777" w:rsidTr="003550F0">
        <w:trPr>
          <w:trHeight w:val="284"/>
          <w:tblHeader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8A12D8" w14:textId="77777777" w:rsidR="00461CD8" w:rsidRPr="00FA5C44" w:rsidRDefault="00461CD8" w:rsidP="007A0DF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C44">
              <w:rPr>
                <w:rFonts w:cs="Arial"/>
                <w:b/>
                <w:bCs/>
                <w:color w:val="000000"/>
                <w:sz w:val="18"/>
                <w:szCs w:val="18"/>
              </w:rPr>
              <w:t>Member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01A71C" w14:textId="77777777" w:rsidR="00461CD8" w:rsidRPr="00FA5C44" w:rsidRDefault="00461CD8" w:rsidP="007A0DF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C44">
              <w:rPr>
                <w:rFonts w:cs="Arial"/>
                <w:b/>
                <w:bCs/>
                <w:color w:val="000000"/>
                <w:sz w:val="18"/>
                <w:szCs w:val="18"/>
              </w:rPr>
              <w:t>No arrears/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</w:r>
            <w:r w:rsidRPr="00FA5C44">
              <w:rPr>
                <w:rFonts w:cs="Arial"/>
                <w:b/>
                <w:bCs/>
                <w:color w:val="000000"/>
                <w:sz w:val="18"/>
                <w:szCs w:val="18"/>
              </w:rPr>
              <w:t>Years(s) of arrears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74B151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C44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Amount of arrears </w:t>
            </w:r>
            <w:r w:rsidRPr="00FA5C44">
              <w:rPr>
                <w:rFonts w:cs="Arial"/>
                <w:color w:val="000000"/>
                <w:sz w:val="18"/>
                <w:szCs w:val="18"/>
              </w:rPr>
              <w:t>(Swiss francs)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C34997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C44">
              <w:rPr>
                <w:rFonts w:cs="Arial"/>
                <w:b/>
                <w:bCs/>
                <w:color w:val="000000"/>
                <w:sz w:val="18"/>
                <w:szCs w:val="18"/>
              </w:rPr>
              <w:t>Percentage of total arrears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EEB058B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C44">
              <w:rPr>
                <w:rFonts w:cs="Arial"/>
                <w:b/>
                <w:bCs/>
                <w:color w:val="000000"/>
                <w:sz w:val="18"/>
                <w:szCs w:val="18"/>
              </w:rPr>
              <w:t>Percentage of arrears in relation to annual contribution of member</w:t>
            </w:r>
          </w:p>
        </w:tc>
      </w:tr>
      <w:tr w:rsidR="003550F0" w:rsidRPr="003550F0" w14:paraId="089BF54F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6CA7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African Intellectual Property Organization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A8B9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AB7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70B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BB5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3F3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1EC0B09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8B9F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Albania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4E3E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878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FCB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15A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6B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1F4CEB8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88A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Argentina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A683" w14:textId="698A55FC" w:rsidR="003550F0" w:rsidRPr="003550F0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CC80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2D54" w14:textId="25FF7A20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DFD5" w14:textId="54FCF48A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2EE" w14:textId="073E46F3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50F0" w:rsidRPr="003550F0" w14:paraId="74484CB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F35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Australia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B1B1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9A2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D078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6BC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7A0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430AAF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00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Austria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49C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77A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57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7B2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5B9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217332A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63D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Azerbaijan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56B1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914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32F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25F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8F6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1D3C77F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86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Belarus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9F33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139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33D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8A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868B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2FA8B1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D13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2C0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2024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D4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BA12" w14:textId="6EDCE0D9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2,462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09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0.46%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E5A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3%</w:t>
            </w:r>
          </w:p>
        </w:tc>
      </w:tr>
      <w:tr w:rsidR="003550F0" w:rsidRPr="003550F0" w14:paraId="100CF17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A1F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Bolivia (Plurinational State of)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15F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845" w14:textId="21905BCB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6C5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980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3A00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3309839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F14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797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4E02" w14:textId="3A74610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72F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A8E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5D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46C4418D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7CA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EFA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B473" w14:textId="18476E29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8C20" w14:textId="2AAAE4F6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32,184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744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6.05%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9AA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300%</w:t>
            </w:r>
          </w:p>
        </w:tc>
      </w:tr>
      <w:tr w:rsidR="003550F0" w:rsidRPr="003550F0" w14:paraId="3BA2C7A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973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Bosnia and Herzegovina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D0E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34B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21A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EC7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55F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5FACD67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42D6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09C6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B8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58C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453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A7F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BEAEF6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943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Bulgaria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BFC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C954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7BA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6AD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9F2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D4DE59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65F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Canada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796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976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BBA8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FE3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4F7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5137CE5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DB4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Chile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C51E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2022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09CF" w14:textId="4A80040C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1D9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306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A82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346AAA69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72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305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1FF1" w14:textId="1C92A4E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20D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AC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2CA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2ADCC255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558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547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076A" w14:textId="07D81DF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5CC7" w14:textId="287103AE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 xml:space="preserve">21,703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0E0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4.08%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93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202%</w:t>
            </w:r>
          </w:p>
        </w:tc>
      </w:tr>
      <w:tr w:rsidR="003550F0" w:rsidRPr="003550F0" w14:paraId="4993791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F8E3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1DA5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FC1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AEB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759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73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4D75DF4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C8B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BB9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890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2D4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D9E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50D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5DE1E09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C5B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Costa Rica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BB3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20D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A4D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7F6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CF4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1D25F77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B5C1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Croatia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01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C08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1D1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B71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4AE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B984B7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08EB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lastRenderedPageBreak/>
              <w:t>Czech Republic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F40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073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8BD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ABA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715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35D9AC1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73D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Denmark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AD2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1F5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F73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C68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4F4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2D863BB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8D4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Dominican Republic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9D7D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Contribution 2023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8812" w14:textId="58E9B77A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F53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9D7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96D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46982C6E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19F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4EC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76A" w14:textId="7D42CEF0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89683" w14:textId="1BC921B8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11,363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2D3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2.14%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096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106%</w:t>
            </w:r>
          </w:p>
        </w:tc>
      </w:tr>
      <w:tr w:rsidR="00EE6768" w:rsidRPr="00EE6768" w14:paraId="128B0771" w14:textId="77777777" w:rsidTr="00D832BA">
        <w:trPr>
          <w:trHeight w:val="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5AA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27E2" w14:textId="339920B1" w:rsidR="00EE6768" w:rsidRPr="00EE6768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EEE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F487" w14:textId="41772B5F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D799" w14:textId="148806BD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12D4" w14:textId="13C7A385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12C7B00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24E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Egypt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D49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658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6FC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755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80F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526F7E7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73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Estonia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D3B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89D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06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81D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65C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780FE5F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D97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European Union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D7EB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078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64A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72D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5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49ABB3C5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7AD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Finland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6DD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7B8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497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9A1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51F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43F235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5F2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A1F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9D2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17F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26E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A93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8A423C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769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Georgia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B0D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DE4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0A0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758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AFF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F67193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074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BF9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5E9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A2A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811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483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037BFCD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A97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Ghana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48D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6D2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CC0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3EB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332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1737A93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0ABD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Hungary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EAC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856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02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608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8F5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2E5EDC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2CF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Iceland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45EB" w14:textId="3F113939" w:rsidR="00EE6768" w:rsidRPr="00EE6768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0CB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4869" w14:textId="6F56E775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90BA" w14:textId="6370897A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0C55" w14:textId="12CD277C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798B8FD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970D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Ireland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AA9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22D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70D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85F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E04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F321AD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7C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Israel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D08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ED5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0CE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1CD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E6F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3701BCD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033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4AD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Contribution 2024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0FA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ECBD" w14:textId="1B5C0302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 xml:space="preserve">1,334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CB6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0.25%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FA5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2%</w:t>
            </w:r>
          </w:p>
        </w:tc>
      </w:tr>
      <w:tr w:rsidR="00EE6768" w:rsidRPr="00EE6768" w14:paraId="3017C49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376D" w14:textId="7B6E546E" w:rsidR="00EE6768" w:rsidRPr="00EE6768" w:rsidRDefault="00D832BA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J</w:t>
            </w:r>
            <w:r w:rsidR="00EE6768" w:rsidRPr="00EE6768">
              <w:rPr>
                <w:rFonts w:cs="Arial"/>
                <w:color w:val="000000"/>
                <w:sz w:val="18"/>
                <w:szCs w:val="18"/>
              </w:rPr>
              <w:t>apan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B0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E83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5BC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BA0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E10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1D8978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451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Jordan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D0C7" w14:textId="45FB974C" w:rsidR="00EE6768" w:rsidRPr="00EE6768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4B3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7C08" w14:textId="3692DBA5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01AC" w14:textId="684EEACE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D0E5" w14:textId="5FE827E2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01AF3968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70E1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Kenya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3DFB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2A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735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19D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E2A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131B76F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F89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Kyrgyzstan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857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900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6BC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7CF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219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2C091AE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D95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Latvia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FF25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1EE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9CC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206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423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45E22F1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6D6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Lithuania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05E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122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B08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C1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586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3B88FD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5B8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Mexico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498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Contribution 2024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1FA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3DEE" w14:textId="02DB7C39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 xml:space="preserve">40,123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902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7.54%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06F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EE6768" w:rsidRPr="00EE6768" w14:paraId="5797F65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E73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830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46B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88A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64A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8A7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17927711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371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Morocco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D5E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Contribution 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0478" w14:textId="734AF9DE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56D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81D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327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F2A4C39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825E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3D05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BFBB" w14:textId="1E60AFD0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5DBE" w14:textId="7E458345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 xml:space="preserve">21,456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491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4.03%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F0E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EE6768" w:rsidRPr="00EE6768" w14:paraId="723CDE08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9D96" w14:textId="1AFA2DEE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Netherlands</w:t>
            </w:r>
            <w:r w:rsidR="009776CC">
              <w:rPr>
                <w:rFonts w:cs="Arial"/>
                <w:color w:val="000000"/>
                <w:sz w:val="18"/>
                <w:szCs w:val="18"/>
              </w:rPr>
              <w:t xml:space="preserve"> (Kingdom of the)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41D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670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C7B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7BD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F3A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DD78CF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925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New Zealand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682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462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49E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961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615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F7315F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859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Nicaragua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278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5EC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039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5E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834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7271A5B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1A3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North Macedonia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CC1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D66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79BF" w14:textId="1A459B9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7B0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2.02%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02A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8B20D5" w:rsidRPr="008B20D5" w14:paraId="7BA5D91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456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Norway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7E39" w14:textId="62A2D1FF" w:rsidR="008B20D5" w:rsidRPr="008B20D5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299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B03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F04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3D9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1598ED4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130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Oman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056E" w14:textId="1B5F1741" w:rsidR="008B20D5" w:rsidRPr="008B20D5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198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8F08" w14:textId="272944BD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262E" w14:textId="2330EE0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B1B8" w14:textId="2A0BD681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4436A11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A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Panama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F0D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6B8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E4B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2AC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F11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5D9C5CF9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25B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lastRenderedPageBreak/>
              <w:t>Paraguay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2F0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E1B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9F2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FF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AA8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47D8A10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03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Peru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223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441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E5D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A37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690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6FCE89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67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Poland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5FD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42F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271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A48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76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C8E0B8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A56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0AE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196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99C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05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33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43367C2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8F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Republic of Korea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01E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B5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DCD9" w14:textId="391CCE9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80,462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197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15.13%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EF2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8B20D5" w:rsidRPr="008B20D5" w14:paraId="6F7A7684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3BB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Republic of Moldova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BFB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B0B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EDA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6E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835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9D66B6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9B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Romania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F3B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C04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229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B64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CF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17B89CB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C59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Russian Federation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AE10" w14:textId="0D09BBB5" w:rsidR="008B20D5" w:rsidRPr="008B20D5" w:rsidRDefault="004C350C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853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3E70" w14:textId="70565528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4141" w14:textId="5524657D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2A0A" w14:textId="4972D363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591ADB8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E12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Saint Vincent and the Grenadines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55A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2023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DD1D" w14:textId="617D299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3,938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606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121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629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39A5F4B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B1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0074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2D4C" w14:textId="40F3BBEC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7734" w14:textId="77C5804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14,666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E16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2.76%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17C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137%</w:t>
            </w:r>
          </w:p>
        </w:tc>
      </w:tr>
      <w:tr w:rsidR="008B20D5" w:rsidRPr="008B20D5" w14:paraId="76B22D71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96B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Serbia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B57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291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54E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190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009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1B60333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35A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Singapore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D76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8FE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247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1F7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9BC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1B660E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64F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Slovakia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1C5D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1B5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ABC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96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9DB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5455744E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501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Slovenia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928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77D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C26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E6E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155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E70079F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B0C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617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017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A18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581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07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7948ED7C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18A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Spain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B4B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7A5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303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3173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1D6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4997956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96C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Sweden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E78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E52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470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08C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777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13E502A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8EF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Switzerland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DF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E1A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EE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ABC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23B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7FC4FB97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0F5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Trinidad and Tobago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12E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451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B34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BE3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62F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11EA6C8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C9D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Tunisia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0BD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A6B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031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606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C58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5017965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1F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Türkiye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C0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CB8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A2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0C0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2D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0B459A5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D01D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B9C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1D6C" w14:textId="19B0A1E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78D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002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DFA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73381FB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C8D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96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2022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C47C" w14:textId="283FE8EC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912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6EC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000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623D2C7C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3C9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845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7BCF" w14:textId="36D75C9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804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FF1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58D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253E11CF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7EF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57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EACD" w14:textId="7F0798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A060" w14:textId="6171135A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42,912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5DE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8.07%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A81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400%</w:t>
            </w:r>
          </w:p>
        </w:tc>
      </w:tr>
      <w:tr w:rsidR="008B20D5" w:rsidRPr="008B20D5" w14:paraId="496A4611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066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United Kingdom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2E0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D53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C50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3E6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1E9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2B52E4BF" w14:textId="77777777" w:rsidTr="00D832BA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7AB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United Republic of Tanzania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724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2023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152A" w14:textId="4A0042E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484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8EC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1E3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5F3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75FE3E6" w14:textId="77777777" w:rsidTr="00D832BA">
        <w:trPr>
          <w:trHeight w:val="284"/>
        </w:trPr>
        <w:tc>
          <w:tcPr>
            <w:tcW w:w="283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363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037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Contribution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04FB" w14:textId="0714792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DFA3" w14:textId="3777CA9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 xml:space="preserve">11,212 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2A8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2.11%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A33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105%</w:t>
            </w:r>
          </w:p>
        </w:tc>
      </w:tr>
      <w:tr w:rsidR="008B20D5" w:rsidRPr="008B20D5" w14:paraId="716E0921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F90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United States of America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C54D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No arrears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F35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23D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0E6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3F9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B20D5" w:rsidRPr="008B20D5" w14:paraId="2FB8D0E2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1F7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Uruguay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ED9F" w14:textId="1C25D489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Contribution 2024</w:t>
            </w:r>
            <w:r w:rsidR="004C350C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 xml:space="preserve"> (balance)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AFC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1B11" w14:textId="17FE0398" w:rsidR="008B20D5" w:rsidRPr="008B20D5" w:rsidRDefault="004C350C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222</w:t>
            </w:r>
            <w:r w:rsidR="008B20D5"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0523" w14:textId="5CBA788F" w:rsidR="008B20D5" w:rsidRPr="008B20D5" w:rsidRDefault="004C350C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0.07</w:t>
            </w:r>
            <w:r w:rsidR="008B20D5"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DEC4" w14:textId="121A0CAA" w:rsidR="008B20D5" w:rsidRPr="008B20D5" w:rsidRDefault="004C350C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2</w:t>
            </w:r>
            <w:r w:rsidR="008B20D5"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%</w:t>
            </w:r>
          </w:p>
        </w:tc>
      </w:tr>
      <w:tr w:rsidR="008B20D5" w:rsidRPr="008B20D5" w14:paraId="4E14C906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331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Uzbekistan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9E2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Contribution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F87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D2F2" w14:textId="50DB231B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 xml:space="preserve">10,728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2C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2.02%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1F4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100%</w:t>
            </w:r>
          </w:p>
        </w:tc>
      </w:tr>
      <w:tr w:rsidR="008B20D5" w:rsidRPr="008B20D5" w14:paraId="42F1A015" w14:textId="77777777" w:rsidTr="00D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CA0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Viet Nam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B9D4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Contribution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A57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FA49" w14:textId="054B5F49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 xml:space="preserve">10,728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88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2.02%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895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100%</w:t>
            </w:r>
          </w:p>
        </w:tc>
      </w:tr>
      <w:tr w:rsidR="003550F0" w:rsidRPr="00865504" w14:paraId="78F12BF7" w14:textId="77777777" w:rsidTr="00461C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30" w:type="dxa"/>
            <w:shd w:val="clear" w:color="000000" w:fill="D8E4BC"/>
            <w:vAlign w:val="center"/>
            <w:hideMark/>
          </w:tcPr>
          <w:p w14:paraId="1F4D82D9" w14:textId="77777777" w:rsidR="003550F0" w:rsidRPr="00865504" w:rsidRDefault="003550F0" w:rsidP="003550F0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65504"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  <w:t>Total</w:t>
            </w:r>
          </w:p>
        </w:tc>
        <w:tc>
          <w:tcPr>
            <w:tcW w:w="2410" w:type="dxa"/>
            <w:shd w:val="clear" w:color="000000" w:fill="D8E4BC"/>
            <w:vAlign w:val="center"/>
            <w:hideMark/>
          </w:tcPr>
          <w:p w14:paraId="7BA192F9" w14:textId="77777777" w:rsidR="003550F0" w:rsidRPr="00865504" w:rsidRDefault="003550F0" w:rsidP="003550F0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65504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shd w:val="clear" w:color="000000" w:fill="D8E4BC"/>
            <w:vAlign w:val="center"/>
            <w:hideMark/>
          </w:tcPr>
          <w:p w14:paraId="009059FD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65504"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shd w:val="clear" w:color="000000" w:fill="D8E4BC"/>
            <w:vAlign w:val="center"/>
          </w:tcPr>
          <w:p w14:paraId="3CD8F861" w14:textId="5BBFFBFD" w:rsidR="003550F0" w:rsidRPr="008B20D5" w:rsidRDefault="004C350C" w:rsidP="008B20D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312,283</w:t>
            </w:r>
            <w:r w:rsidR="008B20D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000000" w:fill="D8E4BC"/>
            <w:vAlign w:val="center"/>
            <w:hideMark/>
          </w:tcPr>
          <w:p w14:paraId="6ABD874A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65504"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  <w:t>100%</w:t>
            </w:r>
          </w:p>
        </w:tc>
        <w:tc>
          <w:tcPr>
            <w:tcW w:w="1418" w:type="dxa"/>
            <w:shd w:val="clear" w:color="000000" w:fill="D8E4BC"/>
            <w:vAlign w:val="center"/>
            <w:hideMark/>
          </w:tcPr>
          <w:p w14:paraId="03FC1653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</w:tr>
    </w:tbl>
    <w:p w14:paraId="57309D50" w14:textId="77777777" w:rsidR="00461CD8" w:rsidRDefault="00461CD8" w:rsidP="00461CD8"/>
    <w:p w14:paraId="6C49D3E8" w14:textId="77777777" w:rsidR="00461CD8" w:rsidRPr="004B1215" w:rsidRDefault="00461CD8" w:rsidP="00461CD8"/>
    <w:p w14:paraId="67536F14" w14:textId="176B1A0F" w:rsidR="00461CD8" w:rsidRPr="00A64256" w:rsidRDefault="00461CD8" w:rsidP="00461CD8">
      <w:pPr>
        <w:pStyle w:val="BodyText"/>
      </w:pPr>
      <w:r w:rsidRPr="003E3CBD">
        <w:lastRenderedPageBreak/>
        <w:fldChar w:fldCharType="begin"/>
      </w:r>
      <w:r w:rsidRPr="003E3CBD">
        <w:instrText xml:space="preserve"> AUTONUM  </w:instrText>
      </w:r>
      <w:r w:rsidRPr="003E3CBD">
        <w:fldChar w:fldCharType="end"/>
      </w:r>
      <w:r>
        <w:tab/>
      </w:r>
      <w:r w:rsidRPr="00A64256">
        <w:t xml:space="preserve">Any payment that is received between October 1 and October </w:t>
      </w:r>
      <w:r>
        <w:t>24</w:t>
      </w:r>
      <w:r w:rsidRPr="00A64256">
        <w:t xml:space="preserve">, </w:t>
      </w:r>
      <w:r>
        <w:t>2024</w:t>
      </w:r>
      <w:r w:rsidRPr="00A64256">
        <w:t>, will be reported to the Council when it examines the present document.</w:t>
      </w:r>
    </w:p>
    <w:p w14:paraId="06D93F97" w14:textId="77777777" w:rsidR="00461CD8" w:rsidRPr="00A64256" w:rsidRDefault="00461CD8" w:rsidP="00461CD8">
      <w:pPr>
        <w:pStyle w:val="BodyText"/>
      </w:pPr>
    </w:p>
    <w:p w14:paraId="576937DB" w14:textId="5F6CBA98" w:rsidR="00461CD8" w:rsidRPr="00A64256" w:rsidRDefault="00461CD8" w:rsidP="00461CD8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64256">
        <w:rPr>
          <w:spacing w:val="-2"/>
        </w:rPr>
        <w:t xml:space="preserve">The list of members of the Union with loss of voting rights as </w:t>
      </w:r>
      <w:proofErr w:type="gramStart"/>
      <w:r w:rsidRPr="00A64256">
        <w:rPr>
          <w:spacing w:val="-2"/>
        </w:rPr>
        <w:t>at</w:t>
      </w:r>
      <w:proofErr w:type="gramEnd"/>
      <w:r w:rsidRPr="00A64256">
        <w:rPr>
          <w:spacing w:val="-2"/>
        </w:rPr>
        <w:t xml:space="preserve"> October </w:t>
      </w:r>
      <w:r>
        <w:rPr>
          <w:spacing w:val="-2"/>
        </w:rPr>
        <w:t>24</w:t>
      </w:r>
      <w:r w:rsidRPr="00A64256">
        <w:rPr>
          <w:spacing w:val="-2"/>
        </w:rPr>
        <w:t xml:space="preserve">, </w:t>
      </w:r>
      <w:r>
        <w:rPr>
          <w:spacing w:val="-2"/>
        </w:rPr>
        <w:t>2024</w:t>
      </w:r>
      <w:r w:rsidRPr="00A64256">
        <w:rPr>
          <w:spacing w:val="-2"/>
        </w:rPr>
        <w:t xml:space="preserve"> will be communicated </w:t>
      </w:r>
      <w:r w:rsidRPr="00A64256">
        <w:t>on request.</w:t>
      </w:r>
    </w:p>
    <w:p w14:paraId="7A90A8A4" w14:textId="77777777" w:rsidR="00461CD8" w:rsidRPr="00A64256" w:rsidRDefault="00461CD8" w:rsidP="00461CD8">
      <w:pPr>
        <w:pStyle w:val="BodyText"/>
      </w:pPr>
    </w:p>
    <w:p w14:paraId="1AA2A4D9" w14:textId="3C88FAB3" w:rsidR="00461CD8" w:rsidRPr="00A64256" w:rsidRDefault="00461CD8" w:rsidP="00461CD8">
      <w:pPr>
        <w:pStyle w:val="DecisionParagraphs"/>
      </w:pPr>
      <w:r w:rsidRPr="00A64256">
        <w:fldChar w:fldCharType="begin"/>
      </w:r>
      <w:r w:rsidRPr="00A64256">
        <w:instrText xml:space="preserve"> AUTONUM  </w:instrText>
      </w:r>
      <w:r w:rsidRPr="00A64256">
        <w:fldChar w:fldCharType="end"/>
      </w:r>
      <w:r w:rsidRPr="00A64256">
        <w:tab/>
        <w:t xml:space="preserve">The Council is invited to note the status of payment of contributions as of September 30, </w:t>
      </w:r>
      <w:r>
        <w:t>2024</w:t>
      </w:r>
      <w:r w:rsidRPr="00A64256">
        <w:t>.</w:t>
      </w:r>
    </w:p>
    <w:p w14:paraId="6C9AE9AD" w14:textId="77777777" w:rsidR="00461CD8" w:rsidRDefault="00461CD8" w:rsidP="00461CD8"/>
    <w:p w14:paraId="0E0391AE" w14:textId="77777777" w:rsidR="00461CD8" w:rsidRDefault="00461CD8" w:rsidP="00461CD8"/>
    <w:p w14:paraId="39F86F31" w14:textId="77777777" w:rsidR="00461CD8" w:rsidRPr="00A64256" w:rsidRDefault="00461CD8" w:rsidP="00461CD8"/>
    <w:p w14:paraId="0ACE805F" w14:textId="77777777" w:rsidR="00461CD8" w:rsidRDefault="00461CD8" w:rsidP="00461CD8">
      <w:pPr>
        <w:jc w:val="right"/>
      </w:pPr>
      <w:r w:rsidRPr="00C5280D">
        <w:t>[End of document]</w:t>
      </w:r>
    </w:p>
    <w:p w14:paraId="50D29AB7" w14:textId="77777777" w:rsidR="00050E16" w:rsidRPr="00C5280D" w:rsidRDefault="00050E16" w:rsidP="009B440E">
      <w:pPr>
        <w:jc w:val="left"/>
      </w:pPr>
    </w:p>
    <w:sectPr w:rsidR="00050E16" w:rsidRPr="00C5280D" w:rsidSect="006B0CE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993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4CB64" w14:textId="77777777" w:rsidR="00D05787" w:rsidRDefault="00D05787" w:rsidP="006655D3">
      <w:r>
        <w:separator/>
      </w:r>
    </w:p>
    <w:p w14:paraId="0F3BA97A" w14:textId="77777777" w:rsidR="00D05787" w:rsidRDefault="00D05787" w:rsidP="006655D3"/>
    <w:p w14:paraId="7EE1613E" w14:textId="77777777" w:rsidR="00D05787" w:rsidRDefault="00D05787" w:rsidP="006655D3"/>
  </w:endnote>
  <w:endnote w:type="continuationSeparator" w:id="0">
    <w:p w14:paraId="231AA464" w14:textId="77777777" w:rsidR="00D05787" w:rsidRDefault="00D05787" w:rsidP="006655D3">
      <w:r>
        <w:separator/>
      </w:r>
    </w:p>
    <w:p w14:paraId="502160CD" w14:textId="77777777" w:rsidR="00D05787" w:rsidRPr="00294751" w:rsidRDefault="00D0578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B8B7576" w14:textId="77777777" w:rsidR="00D05787" w:rsidRPr="00294751" w:rsidRDefault="00D05787" w:rsidP="006655D3">
      <w:pPr>
        <w:rPr>
          <w:lang w:val="fr-FR"/>
        </w:rPr>
      </w:pPr>
    </w:p>
    <w:p w14:paraId="2025F34E" w14:textId="77777777" w:rsidR="00D05787" w:rsidRPr="00294751" w:rsidRDefault="00D05787" w:rsidP="006655D3">
      <w:pPr>
        <w:rPr>
          <w:lang w:val="fr-FR"/>
        </w:rPr>
      </w:pPr>
    </w:p>
  </w:endnote>
  <w:endnote w:type="continuationNotice" w:id="1">
    <w:p w14:paraId="23AA1FAE" w14:textId="77777777" w:rsidR="00D05787" w:rsidRPr="00294751" w:rsidRDefault="00D0578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08E27A8" w14:textId="77777777" w:rsidR="00D05787" w:rsidRPr="00294751" w:rsidRDefault="00D05787" w:rsidP="006655D3">
      <w:pPr>
        <w:rPr>
          <w:lang w:val="fr-FR"/>
        </w:rPr>
      </w:pPr>
    </w:p>
    <w:p w14:paraId="789442E0" w14:textId="77777777" w:rsidR="00D05787" w:rsidRPr="00294751" w:rsidRDefault="00D0578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1435" w14:textId="53BD2742" w:rsidR="00EE6768" w:rsidRDefault="00EE67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BC707" w14:textId="03D9C091" w:rsidR="00EE6768" w:rsidRDefault="00EE67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16C5" w14:textId="48A883EC" w:rsidR="00EE6768" w:rsidRDefault="00EE6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8518B" w14:textId="77777777" w:rsidR="00D05787" w:rsidRDefault="00D05787" w:rsidP="006655D3">
      <w:r>
        <w:separator/>
      </w:r>
    </w:p>
  </w:footnote>
  <w:footnote w:type="continuationSeparator" w:id="0">
    <w:p w14:paraId="7D99916B" w14:textId="77777777" w:rsidR="00D05787" w:rsidRDefault="00D05787" w:rsidP="006655D3">
      <w:r>
        <w:separator/>
      </w:r>
    </w:p>
  </w:footnote>
  <w:footnote w:type="continuationNotice" w:id="1">
    <w:p w14:paraId="6E6CC146" w14:textId="77777777" w:rsidR="00D05787" w:rsidRPr="00AB530F" w:rsidRDefault="00D0578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FA1A9" w14:textId="029EE317" w:rsidR="0004198B" w:rsidRPr="00C5280D" w:rsidRDefault="00461CD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C/58/11</w:t>
    </w:r>
  </w:p>
  <w:p w14:paraId="7DE985AA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2B9D095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4B91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87"/>
    <w:rsid w:val="00010CF3"/>
    <w:rsid w:val="00011E27"/>
    <w:rsid w:val="000148BC"/>
    <w:rsid w:val="00021332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36E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2F9C"/>
    <w:rsid w:val="002B4298"/>
    <w:rsid w:val="002B7A36"/>
    <w:rsid w:val="002C256A"/>
    <w:rsid w:val="002D5226"/>
    <w:rsid w:val="002F53B6"/>
    <w:rsid w:val="00305A7F"/>
    <w:rsid w:val="003152FE"/>
    <w:rsid w:val="00327436"/>
    <w:rsid w:val="00344BD6"/>
    <w:rsid w:val="003550F0"/>
    <w:rsid w:val="0035528D"/>
    <w:rsid w:val="00361821"/>
    <w:rsid w:val="00361E9E"/>
    <w:rsid w:val="0037045D"/>
    <w:rsid w:val="003731AA"/>
    <w:rsid w:val="003753EE"/>
    <w:rsid w:val="003A0835"/>
    <w:rsid w:val="003A5AAF"/>
    <w:rsid w:val="003B700A"/>
    <w:rsid w:val="003C7FBE"/>
    <w:rsid w:val="003D227C"/>
    <w:rsid w:val="003D2B4D"/>
    <w:rsid w:val="003F37F5"/>
    <w:rsid w:val="0042536C"/>
    <w:rsid w:val="00434E52"/>
    <w:rsid w:val="00444A88"/>
    <w:rsid w:val="00461CD8"/>
    <w:rsid w:val="00474DA4"/>
    <w:rsid w:val="00476B4D"/>
    <w:rsid w:val="004805FA"/>
    <w:rsid w:val="004935D2"/>
    <w:rsid w:val="004B1215"/>
    <w:rsid w:val="004C350C"/>
    <w:rsid w:val="004D047D"/>
    <w:rsid w:val="004F1E9E"/>
    <w:rsid w:val="004F305A"/>
    <w:rsid w:val="00512164"/>
    <w:rsid w:val="00520297"/>
    <w:rsid w:val="005338F9"/>
    <w:rsid w:val="0054281C"/>
    <w:rsid w:val="00544581"/>
    <w:rsid w:val="0055254D"/>
    <w:rsid w:val="0055268D"/>
    <w:rsid w:val="00575DE2"/>
    <w:rsid w:val="00576BE4"/>
    <w:rsid w:val="005779DB"/>
    <w:rsid w:val="00587F83"/>
    <w:rsid w:val="005A400A"/>
    <w:rsid w:val="005B15F8"/>
    <w:rsid w:val="005B269D"/>
    <w:rsid w:val="005F7B92"/>
    <w:rsid w:val="00606E50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EFE"/>
    <w:rsid w:val="006868F8"/>
    <w:rsid w:val="00687EB4"/>
    <w:rsid w:val="00695C56"/>
    <w:rsid w:val="006A5CDE"/>
    <w:rsid w:val="006A644A"/>
    <w:rsid w:val="006B0CEB"/>
    <w:rsid w:val="006B17D2"/>
    <w:rsid w:val="006B3061"/>
    <w:rsid w:val="006C224E"/>
    <w:rsid w:val="006D780A"/>
    <w:rsid w:val="0071271E"/>
    <w:rsid w:val="00732DEC"/>
    <w:rsid w:val="00735BD5"/>
    <w:rsid w:val="007450B4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2E78"/>
    <w:rsid w:val="007F498F"/>
    <w:rsid w:val="0080679D"/>
    <w:rsid w:val="00806CD8"/>
    <w:rsid w:val="008108B0"/>
    <w:rsid w:val="00811B20"/>
    <w:rsid w:val="00812609"/>
    <w:rsid w:val="00816C53"/>
    <w:rsid w:val="008211B5"/>
    <w:rsid w:val="0082296E"/>
    <w:rsid w:val="00824099"/>
    <w:rsid w:val="00846D7C"/>
    <w:rsid w:val="00856713"/>
    <w:rsid w:val="00867AC1"/>
    <w:rsid w:val="008751DE"/>
    <w:rsid w:val="00890DF8"/>
    <w:rsid w:val="00892560"/>
    <w:rsid w:val="008A0ADE"/>
    <w:rsid w:val="008A743F"/>
    <w:rsid w:val="008B20D5"/>
    <w:rsid w:val="008C0970"/>
    <w:rsid w:val="008D0BC5"/>
    <w:rsid w:val="008D2127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776CC"/>
    <w:rsid w:val="00992D82"/>
    <w:rsid w:val="00997029"/>
    <w:rsid w:val="009A7339"/>
    <w:rsid w:val="009B440E"/>
    <w:rsid w:val="009D690D"/>
    <w:rsid w:val="009E65B6"/>
    <w:rsid w:val="009F0A51"/>
    <w:rsid w:val="009F77CF"/>
    <w:rsid w:val="00A06493"/>
    <w:rsid w:val="00A24C10"/>
    <w:rsid w:val="00A42AC3"/>
    <w:rsid w:val="00A430CF"/>
    <w:rsid w:val="00A54309"/>
    <w:rsid w:val="00A610A9"/>
    <w:rsid w:val="00A80F2A"/>
    <w:rsid w:val="00A81417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7374F"/>
    <w:rsid w:val="00B81C18"/>
    <w:rsid w:val="00B83E82"/>
    <w:rsid w:val="00B84BBD"/>
    <w:rsid w:val="00B91BD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5787"/>
    <w:rsid w:val="00D3708D"/>
    <w:rsid w:val="00D40426"/>
    <w:rsid w:val="00D44B5D"/>
    <w:rsid w:val="00D52F5C"/>
    <w:rsid w:val="00D57C96"/>
    <w:rsid w:val="00D57D18"/>
    <w:rsid w:val="00D70E65"/>
    <w:rsid w:val="00D832BA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E1FA6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E6768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2EB607"/>
  <w15:docId w15:val="{9183455F-567E-449A-8E16-55B47B57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BodyTextChar">
    <w:name w:val="Body Text Char"/>
    <w:basedOn w:val="DefaultParagraphFont"/>
    <w:link w:val="BodyText"/>
    <w:rsid w:val="00461C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528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C/58/11</vt:lpstr>
    </vt:vector>
  </TitlesOfParts>
  <Company>UPOV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C/58/11</dc:title>
  <dc:creator>SANCHEZ VIZCAINO GOMEZ Rosa Maria</dc:creator>
  <cp:lastModifiedBy>SANCHEZ VIZCAINO GOMEZ Rosa Maria</cp:lastModifiedBy>
  <cp:revision>3</cp:revision>
  <cp:lastPrinted>2016-11-22T15:41:00Z</cp:lastPrinted>
  <dcterms:created xsi:type="dcterms:W3CDTF">2024-10-03T08:16:00Z</dcterms:created>
  <dcterms:modified xsi:type="dcterms:W3CDTF">2024-10-03T08:21:00Z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2024-08-19T15:50:43Z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15faaadd-4ff0-47ec-b1ef-6b5d5ad2323c</vt:lpwstr>
  </property>
  <property fmtid="{D5CDD505-2E9C-101B-9397-08002B2CF9AE}" pid="8" name="MSIP_Label_20773ee6-353b-4fb9-a59d-0b94c8c67bea_ContentBits">
    <vt:lpwstr>0</vt:lpwstr>
  </property>
</Properties>
</file>